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</w:p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Муниципальное дошкольное образовательное учреждение «Центр развития ребенка – детский сад №11 «Буратино» корпус №2 «Звездочка»</w:t>
      </w:r>
    </w:p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Г.Невель Псковская область</w:t>
      </w:r>
    </w:p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</w:p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</w:p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</w:p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</w:p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</w:p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</w:p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</w:p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</w:p>
    <w:p w:rsidR="0017204A" w:rsidRPr="00065407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bCs/>
          <w:sz w:val="40"/>
          <w:szCs w:val="40"/>
        </w:rPr>
      </w:pPr>
    </w:p>
    <w:p w:rsidR="0017204A" w:rsidRPr="00065407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bCs/>
          <w:sz w:val="40"/>
          <w:szCs w:val="40"/>
        </w:rPr>
      </w:pPr>
    </w:p>
    <w:p w:rsidR="0017204A" w:rsidRPr="00065407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17204A" w:rsidRPr="00065407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bCs/>
          <w:sz w:val="40"/>
          <w:szCs w:val="40"/>
        </w:rPr>
      </w:pPr>
      <w:r w:rsidRPr="00065407">
        <w:rPr>
          <w:rFonts w:ascii="Times New Roman" w:hAnsi="Times New Roman"/>
          <w:b/>
          <w:bCs/>
          <w:sz w:val="40"/>
          <w:szCs w:val="40"/>
        </w:rPr>
        <w:t>Конспект непосредственно – образовательной деятельности</w:t>
      </w:r>
    </w:p>
    <w:p w:rsidR="0017204A" w:rsidRPr="00065407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bCs/>
          <w:sz w:val="40"/>
          <w:szCs w:val="40"/>
        </w:rPr>
      </w:pPr>
      <w:r w:rsidRPr="00065407">
        <w:rPr>
          <w:rFonts w:ascii="Times New Roman" w:hAnsi="Times New Roman"/>
          <w:b/>
          <w:bCs/>
          <w:sz w:val="40"/>
          <w:szCs w:val="40"/>
        </w:rPr>
        <w:t>по познавательному развитию</w:t>
      </w:r>
    </w:p>
    <w:p w:rsidR="0017204A" w:rsidRPr="00065407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bCs/>
          <w:sz w:val="40"/>
          <w:szCs w:val="40"/>
        </w:rPr>
      </w:pPr>
      <w:r w:rsidRPr="00065407">
        <w:rPr>
          <w:rFonts w:ascii="Times New Roman" w:hAnsi="Times New Roman"/>
          <w:b/>
          <w:bCs/>
          <w:sz w:val="40"/>
          <w:szCs w:val="40"/>
        </w:rPr>
        <w:t>с детьми младшего дошкольного возраста</w:t>
      </w:r>
    </w:p>
    <w:p w:rsidR="0017204A" w:rsidRPr="00065407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bCs/>
          <w:sz w:val="40"/>
          <w:szCs w:val="40"/>
        </w:rPr>
      </w:pPr>
      <w:r w:rsidRPr="00065407">
        <w:rPr>
          <w:rFonts w:ascii="Times New Roman" w:hAnsi="Times New Roman"/>
          <w:b/>
          <w:bCs/>
          <w:sz w:val="40"/>
          <w:szCs w:val="40"/>
        </w:rPr>
        <w:t>Тема: «Поможем Маше»</w:t>
      </w:r>
    </w:p>
    <w:p w:rsidR="0017204A" w:rsidRPr="00065407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40"/>
          <w:szCs w:val="40"/>
        </w:rPr>
      </w:pPr>
    </w:p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40"/>
          <w:szCs w:val="40"/>
        </w:rPr>
      </w:pPr>
    </w:p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40"/>
          <w:szCs w:val="40"/>
        </w:rPr>
      </w:pPr>
    </w:p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40"/>
          <w:szCs w:val="40"/>
        </w:rPr>
      </w:pPr>
    </w:p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40"/>
          <w:szCs w:val="40"/>
        </w:rPr>
      </w:pPr>
    </w:p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40"/>
          <w:szCs w:val="40"/>
        </w:rPr>
      </w:pPr>
    </w:p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40"/>
          <w:szCs w:val="40"/>
        </w:rPr>
      </w:pPr>
    </w:p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40"/>
          <w:szCs w:val="40"/>
        </w:rPr>
      </w:pPr>
    </w:p>
    <w:p w:rsidR="0017204A" w:rsidRPr="00065407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17204A" w:rsidRPr="00065407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17204A" w:rsidRPr="00065407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65407">
        <w:rPr>
          <w:rFonts w:ascii="Times New Roman" w:hAnsi="Times New Roman"/>
          <w:sz w:val="28"/>
          <w:szCs w:val="28"/>
        </w:rPr>
        <w:t>Воспитатель высшей категории</w:t>
      </w:r>
      <w:r>
        <w:rPr>
          <w:rFonts w:ascii="Times New Roman" w:hAnsi="Times New Roman"/>
          <w:sz w:val="28"/>
          <w:szCs w:val="28"/>
        </w:rPr>
        <w:t>:</w:t>
      </w:r>
      <w:r w:rsidRPr="000654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5407">
        <w:rPr>
          <w:rFonts w:ascii="Times New Roman" w:hAnsi="Times New Roman"/>
          <w:sz w:val="28"/>
          <w:szCs w:val="28"/>
        </w:rPr>
        <w:t>Бирюкова Светлана Алексеевна</w:t>
      </w:r>
    </w:p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17204A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</w:t>
      </w:r>
    </w:p>
    <w:p w:rsidR="0017204A" w:rsidRPr="00065407" w:rsidRDefault="0017204A" w:rsidP="00065407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17204A" w:rsidRPr="00071335" w:rsidRDefault="0017204A">
      <w:pPr>
        <w:rPr>
          <w:rFonts w:ascii="Times New Roman" w:hAnsi="Times New Roman"/>
          <w:sz w:val="28"/>
        </w:rPr>
      </w:pPr>
    </w:p>
    <w:p w:rsidR="0017204A" w:rsidRDefault="0017204A" w:rsidP="00071335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</w:rPr>
      </w:pPr>
      <w:r w:rsidRPr="00071335">
        <w:rPr>
          <w:rFonts w:ascii="Times New Roman" w:hAnsi="Times New Roman"/>
          <w:b/>
          <w:sz w:val="28"/>
        </w:rPr>
        <w:t>Цель</w:t>
      </w:r>
      <w:r w:rsidRPr="00071335"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Формировать познавательные способности у детей.</w:t>
      </w:r>
    </w:p>
    <w:p w:rsidR="0017204A" w:rsidRDefault="0017204A" w:rsidP="00071335">
      <w:pPr>
        <w:pStyle w:val="ListParagraph"/>
        <w:spacing w:line="240" w:lineRule="auto"/>
        <w:ind w:left="0"/>
        <w:jc w:val="both"/>
        <w:rPr>
          <w:rFonts w:ascii="Times New Roman" w:hAnsi="Times New Roman"/>
          <w:b/>
          <w:sz w:val="28"/>
        </w:rPr>
      </w:pPr>
    </w:p>
    <w:p w:rsidR="0017204A" w:rsidRDefault="0017204A" w:rsidP="0042236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</w:rPr>
      </w:pPr>
      <w:r w:rsidRPr="00071335">
        <w:rPr>
          <w:rFonts w:ascii="Times New Roman" w:hAnsi="Times New Roman"/>
          <w:b/>
          <w:sz w:val="28"/>
        </w:rPr>
        <w:t>Задачи:</w:t>
      </w:r>
      <w:r>
        <w:rPr>
          <w:rFonts w:ascii="Times New Roman" w:hAnsi="Times New Roman"/>
          <w:sz w:val="28"/>
        </w:rPr>
        <w:t xml:space="preserve"> </w:t>
      </w:r>
    </w:p>
    <w:p w:rsidR="0017204A" w:rsidRDefault="0017204A" w:rsidP="00EC584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Совершенствовать умения сравнивать предметы по высоте и размеру;</w:t>
      </w:r>
    </w:p>
    <w:p w:rsidR="0017204A" w:rsidRDefault="0017204A" w:rsidP="00EC584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Упражнять в умении различать и называть  геометрические фигуры: круг, квадрат, треугольник; соотносить их по двум заданным признакам – по форме и цвету.</w:t>
      </w:r>
    </w:p>
    <w:p w:rsidR="0017204A" w:rsidRDefault="0017204A" w:rsidP="0042236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Закреплять и называть основные цвета: красный, желтый, синий, зеленый; умения их группировать.</w:t>
      </w:r>
    </w:p>
    <w:p w:rsidR="0017204A" w:rsidRDefault="0017204A" w:rsidP="0042236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</w:rPr>
      </w:pPr>
    </w:p>
    <w:p w:rsidR="0017204A" w:rsidRDefault="0017204A" w:rsidP="0042236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Развивать внимание, речь, наблюдательность, память.</w:t>
      </w:r>
    </w:p>
    <w:p w:rsidR="0017204A" w:rsidRDefault="0017204A" w:rsidP="0042236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</w:rPr>
      </w:pPr>
    </w:p>
    <w:p w:rsidR="0017204A" w:rsidRDefault="0017204A" w:rsidP="00EC584B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Воспитывать отзывчивость, желание помогать другим.</w:t>
      </w:r>
    </w:p>
    <w:p w:rsidR="0017204A" w:rsidRDefault="0017204A" w:rsidP="0042236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</w:rPr>
      </w:pPr>
    </w:p>
    <w:p w:rsidR="0017204A" w:rsidRPr="00EA6A19" w:rsidRDefault="0017204A" w:rsidP="00422368">
      <w:pPr>
        <w:pStyle w:val="ListParagraph"/>
        <w:spacing w:line="240" w:lineRule="auto"/>
        <w:ind w:left="0"/>
        <w:jc w:val="both"/>
        <w:rPr>
          <w:rFonts w:ascii="Times New Roman" w:hAnsi="Times New Roman"/>
          <w:b/>
          <w:bCs/>
          <w:sz w:val="28"/>
        </w:rPr>
      </w:pPr>
      <w:r w:rsidRPr="00EA6A19">
        <w:rPr>
          <w:rFonts w:ascii="Times New Roman" w:hAnsi="Times New Roman"/>
          <w:b/>
          <w:bCs/>
          <w:sz w:val="28"/>
        </w:rPr>
        <w:t xml:space="preserve">Планируемые результаты: </w:t>
      </w:r>
    </w:p>
    <w:p w:rsidR="0017204A" w:rsidRDefault="0017204A" w:rsidP="0042236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различают и называют геометрические фигуры: круг, квадрат, треугольник;</w:t>
      </w:r>
    </w:p>
    <w:p w:rsidR="0017204A" w:rsidRDefault="0017204A" w:rsidP="0042236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определяют предметы по высоте;</w:t>
      </w:r>
    </w:p>
    <w:p w:rsidR="0017204A" w:rsidRDefault="0017204A" w:rsidP="0042236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называют и группируют предметы по цвету.</w:t>
      </w:r>
    </w:p>
    <w:p w:rsidR="0017204A" w:rsidRDefault="0017204A" w:rsidP="0042236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</w:rPr>
      </w:pPr>
    </w:p>
    <w:p w:rsidR="0017204A" w:rsidRPr="00422368" w:rsidRDefault="0017204A" w:rsidP="00422368">
      <w:pPr>
        <w:pStyle w:val="ListParagraph"/>
        <w:spacing w:line="240" w:lineRule="auto"/>
        <w:ind w:left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Виды детской деятельности: </w:t>
      </w:r>
      <w:r>
        <w:rPr>
          <w:rFonts w:ascii="Times New Roman" w:hAnsi="Times New Roman"/>
          <w:bCs/>
          <w:sz w:val="28"/>
        </w:rPr>
        <w:t>и</w:t>
      </w:r>
      <w:r w:rsidRPr="00422368">
        <w:rPr>
          <w:rFonts w:ascii="Times New Roman" w:hAnsi="Times New Roman"/>
          <w:bCs/>
          <w:sz w:val="28"/>
        </w:rPr>
        <w:t>гровая, коммуникативная, восприятие художественной литературы,  познавательная, музыкальная, двигательная</w:t>
      </w:r>
      <w:r>
        <w:rPr>
          <w:rFonts w:ascii="Times New Roman" w:hAnsi="Times New Roman"/>
          <w:bCs/>
          <w:sz w:val="28"/>
        </w:rPr>
        <w:t>.</w:t>
      </w:r>
    </w:p>
    <w:p w:rsidR="0017204A" w:rsidRPr="00422368" w:rsidRDefault="0017204A" w:rsidP="00422368">
      <w:pPr>
        <w:pStyle w:val="ListParagraph"/>
        <w:spacing w:line="240" w:lineRule="auto"/>
        <w:ind w:left="0"/>
        <w:jc w:val="both"/>
        <w:rPr>
          <w:rFonts w:ascii="Times New Roman" w:hAnsi="Times New Roman"/>
          <w:b/>
          <w:sz w:val="28"/>
        </w:rPr>
      </w:pPr>
    </w:p>
    <w:p w:rsidR="0017204A" w:rsidRPr="00422368" w:rsidRDefault="0017204A" w:rsidP="00422368">
      <w:pPr>
        <w:pStyle w:val="ListParagraph"/>
        <w:spacing w:line="240" w:lineRule="auto"/>
        <w:ind w:left="0"/>
        <w:jc w:val="both"/>
        <w:rPr>
          <w:rFonts w:ascii="Times New Roman" w:hAnsi="Times New Roman"/>
          <w:b/>
          <w:sz w:val="28"/>
        </w:rPr>
      </w:pPr>
      <w:r w:rsidRPr="00422368">
        <w:rPr>
          <w:rFonts w:ascii="Times New Roman" w:hAnsi="Times New Roman"/>
          <w:b/>
          <w:sz w:val="28"/>
        </w:rPr>
        <w:t>Методы и приемы реализации занятия:</w:t>
      </w:r>
    </w:p>
    <w:p w:rsidR="0017204A" w:rsidRDefault="0017204A" w:rsidP="00422368">
      <w:pPr>
        <w:pStyle w:val="ListParagraph"/>
        <w:spacing w:line="240" w:lineRule="auto"/>
        <w:ind w:left="0"/>
        <w:jc w:val="both"/>
        <w:rPr>
          <w:rFonts w:ascii="Times New Roman" w:hAnsi="Times New Roman"/>
          <w:bCs/>
          <w:sz w:val="28"/>
        </w:rPr>
      </w:pPr>
      <w:r w:rsidRPr="00422368">
        <w:rPr>
          <w:rFonts w:ascii="Times New Roman" w:hAnsi="Times New Roman"/>
          <w:bCs/>
          <w:sz w:val="28"/>
          <w:u w:val="single"/>
        </w:rPr>
        <w:t>1. Наглядный метод</w:t>
      </w:r>
      <w:r>
        <w:rPr>
          <w:rFonts w:ascii="Times New Roman" w:hAnsi="Times New Roman"/>
          <w:bCs/>
          <w:sz w:val="28"/>
        </w:rPr>
        <w:t>: демонстрация презентации, использование игрушек и дидактического материала</w:t>
      </w:r>
    </w:p>
    <w:p w:rsidR="0017204A" w:rsidRDefault="0017204A" w:rsidP="0042236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22368">
        <w:rPr>
          <w:rFonts w:ascii="Times New Roman" w:hAnsi="Times New Roman"/>
          <w:bCs/>
          <w:sz w:val="28"/>
          <w:u w:val="single"/>
        </w:rPr>
        <w:t>2. Словесный метод:</w:t>
      </w:r>
      <w:r w:rsidRPr="00422368">
        <w:rPr>
          <w:rFonts w:ascii="Times New Roman" w:hAnsi="Times New Roman"/>
          <w:bCs/>
          <w:sz w:val="28"/>
        </w:rPr>
        <w:t xml:space="preserve"> </w:t>
      </w:r>
      <w:r w:rsidRPr="00422368">
        <w:rPr>
          <w:rFonts w:ascii="Times New Roman" w:hAnsi="Times New Roman"/>
          <w:sz w:val="28"/>
          <w:szCs w:val="28"/>
        </w:rPr>
        <w:t>беседа, вопросы, пояснения, уточнения, совет, напоминание, поощрения, художественное слово, музыкальное сопровождение.</w:t>
      </w:r>
    </w:p>
    <w:p w:rsidR="0017204A" w:rsidRDefault="0017204A" w:rsidP="0042236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22368">
        <w:rPr>
          <w:rFonts w:ascii="Times New Roman" w:hAnsi="Times New Roman"/>
          <w:sz w:val="28"/>
          <w:szCs w:val="28"/>
          <w:u w:val="single"/>
        </w:rPr>
        <w:t>3. Практический метод</w:t>
      </w:r>
      <w:r>
        <w:rPr>
          <w:rFonts w:ascii="Times New Roman" w:hAnsi="Times New Roman"/>
          <w:sz w:val="28"/>
          <w:szCs w:val="28"/>
        </w:rPr>
        <w:t xml:space="preserve">: </w:t>
      </w:r>
      <w:r w:rsidRPr="00422368">
        <w:rPr>
          <w:rFonts w:ascii="Times New Roman" w:hAnsi="Times New Roman"/>
          <w:sz w:val="28"/>
          <w:szCs w:val="28"/>
        </w:rPr>
        <w:t>сюжетно – игровая ситуация</w:t>
      </w:r>
    </w:p>
    <w:p w:rsidR="0017204A" w:rsidRDefault="0017204A" w:rsidP="0042236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7204A" w:rsidRPr="002A2D1B" w:rsidRDefault="0017204A" w:rsidP="00422368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A2D1B">
        <w:rPr>
          <w:rFonts w:ascii="Times New Roman" w:hAnsi="Times New Roman"/>
          <w:b/>
          <w:bCs/>
          <w:sz w:val="28"/>
          <w:szCs w:val="28"/>
        </w:rPr>
        <w:t>Активизация словаря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 w:rsidRPr="002A2D1B">
        <w:rPr>
          <w:rFonts w:ascii="Times New Roman" w:hAnsi="Times New Roman"/>
          <w:sz w:val="28"/>
          <w:szCs w:val="28"/>
        </w:rPr>
        <w:t xml:space="preserve">высокий, низкий, </w:t>
      </w:r>
      <w:r>
        <w:rPr>
          <w:rFonts w:ascii="Times New Roman" w:hAnsi="Times New Roman"/>
          <w:sz w:val="28"/>
          <w:szCs w:val="28"/>
        </w:rPr>
        <w:t>выше, ниже, треугольник, квадрат, круг, паровоз, заплатки.</w:t>
      </w:r>
    </w:p>
    <w:p w:rsidR="0017204A" w:rsidRDefault="0017204A" w:rsidP="00422368">
      <w:pPr>
        <w:pStyle w:val="ListParagraph"/>
        <w:spacing w:line="240" w:lineRule="auto"/>
        <w:ind w:left="0"/>
        <w:jc w:val="both"/>
        <w:rPr>
          <w:rFonts w:ascii="Times New Roman" w:hAnsi="Times New Roman"/>
          <w:bCs/>
          <w:sz w:val="28"/>
        </w:rPr>
      </w:pPr>
    </w:p>
    <w:p w:rsidR="0017204A" w:rsidRPr="002A2D1B" w:rsidRDefault="0017204A" w:rsidP="00422368">
      <w:pPr>
        <w:pStyle w:val="ListParagraph"/>
        <w:spacing w:line="240" w:lineRule="auto"/>
        <w:ind w:left="0"/>
        <w:jc w:val="both"/>
        <w:rPr>
          <w:rFonts w:ascii="Times New Roman" w:hAnsi="Times New Roman"/>
          <w:b/>
          <w:sz w:val="28"/>
        </w:rPr>
      </w:pPr>
      <w:r w:rsidRPr="002A2D1B">
        <w:rPr>
          <w:rFonts w:ascii="Times New Roman" w:hAnsi="Times New Roman"/>
          <w:b/>
          <w:sz w:val="28"/>
        </w:rPr>
        <w:t>Подготовка к занятию.</w:t>
      </w:r>
    </w:p>
    <w:p w:rsidR="0017204A" w:rsidRDefault="0017204A" w:rsidP="002A2D1B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</w:rPr>
      </w:pPr>
      <w:r w:rsidRPr="002A2D1B">
        <w:rPr>
          <w:rFonts w:ascii="Times New Roman" w:hAnsi="Times New Roman"/>
          <w:bCs/>
          <w:sz w:val="28"/>
          <w:u w:val="single"/>
        </w:rPr>
        <w:t>Предварительная работа</w:t>
      </w:r>
      <w:r w:rsidRPr="00BA5579">
        <w:rPr>
          <w:rFonts w:ascii="Times New Roman" w:hAnsi="Times New Roman"/>
          <w:sz w:val="28"/>
        </w:rPr>
        <w:t>: Просмотр мультфил</w:t>
      </w:r>
      <w:r>
        <w:rPr>
          <w:rFonts w:ascii="Times New Roman" w:hAnsi="Times New Roman"/>
          <w:sz w:val="28"/>
        </w:rPr>
        <w:t>ьма «Маша и Медведь», дидактические игры «Собери листочки», «Найди такую же фигуру».</w:t>
      </w:r>
    </w:p>
    <w:p w:rsidR="0017204A" w:rsidRDefault="0017204A" w:rsidP="002A2D1B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</w:rPr>
      </w:pPr>
    </w:p>
    <w:p w:rsidR="0017204A" w:rsidRDefault="0017204A" w:rsidP="00DE495E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E495E">
        <w:rPr>
          <w:rFonts w:ascii="Times New Roman" w:hAnsi="Times New Roman"/>
          <w:bCs/>
          <w:sz w:val="28"/>
          <w:szCs w:val="28"/>
          <w:u w:val="single"/>
        </w:rPr>
        <w:t>Оборудование:</w:t>
      </w:r>
      <w:r w:rsidRPr="00DE495E">
        <w:rPr>
          <w:rFonts w:ascii="Times New Roman" w:hAnsi="Times New Roman"/>
          <w:sz w:val="28"/>
          <w:szCs w:val="28"/>
        </w:rPr>
        <w:t xml:space="preserve"> Ноутбук, мультимедийный проектор; геометрические фигуры, шарики на листах бумаги с вырезанными в них дырками в виде геометрических фигур (круг, квадрат, треугольник);  кубики;  шишки маленькие, шишки большие, кукла Маша, белка, две корзины разных размеров для шишек (большая и маленькая); четыре корзины для кубиков разных цветов (красная, желтая, синяя, зеленая); кубики (красный, желтый, синий, зеленый); шляпа (цилиндр) - труба поезда.</w:t>
      </w:r>
    </w:p>
    <w:p w:rsidR="0017204A" w:rsidRPr="00DE495E" w:rsidRDefault="0017204A" w:rsidP="00DE495E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7204A" w:rsidRPr="00DE495E" w:rsidRDefault="0017204A" w:rsidP="00153E81">
      <w:pPr>
        <w:pStyle w:val="ListParagraph"/>
        <w:spacing w:line="240" w:lineRule="auto"/>
        <w:ind w:left="2136" w:firstLine="696"/>
        <w:jc w:val="both"/>
        <w:rPr>
          <w:rFonts w:ascii="Times New Roman" w:hAnsi="Times New Roman"/>
          <w:b/>
          <w:sz w:val="28"/>
          <w:szCs w:val="28"/>
        </w:rPr>
      </w:pPr>
      <w:r w:rsidRPr="00DE495E">
        <w:rPr>
          <w:rFonts w:ascii="Times New Roman" w:hAnsi="Times New Roman"/>
          <w:b/>
          <w:sz w:val="28"/>
          <w:szCs w:val="28"/>
        </w:rPr>
        <w:t>(Приветствие гостей)</w:t>
      </w:r>
    </w:p>
    <w:p w:rsidR="0017204A" w:rsidRDefault="0017204A" w:rsidP="00153E81">
      <w:pPr>
        <w:pStyle w:val="ListParagraph"/>
        <w:spacing w:line="240" w:lineRule="auto"/>
        <w:ind w:left="2136" w:firstLine="696"/>
        <w:jc w:val="both"/>
        <w:rPr>
          <w:rFonts w:ascii="Times New Roman" w:hAnsi="Times New Roman"/>
          <w:b/>
          <w:sz w:val="28"/>
        </w:rPr>
      </w:pPr>
    </w:p>
    <w:p w:rsidR="0017204A" w:rsidRDefault="0017204A" w:rsidP="00153E81">
      <w:pPr>
        <w:pStyle w:val="ListParagraph"/>
        <w:spacing w:line="240" w:lineRule="auto"/>
        <w:ind w:left="2136" w:firstLine="696"/>
        <w:jc w:val="both"/>
        <w:rPr>
          <w:rFonts w:ascii="Times New Roman" w:hAnsi="Times New Roman"/>
          <w:b/>
          <w:sz w:val="28"/>
        </w:rPr>
      </w:pPr>
      <w:r w:rsidRPr="00153E81">
        <w:rPr>
          <w:rFonts w:ascii="Times New Roman" w:hAnsi="Times New Roman"/>
          <w:b/>
          <w:sz w:val="28"/>
        </w:rPr>
        <w:t>Ход занятия.</w:t>
      </w:r>
    </w:p>
    <w:p w:rsidR="0017204A" w:rsidRPr="00153E81" w:rsidRDefault="0017204A" w:rsidP="00153E81">
      <w:pPr>
        <w:pStyle w:val="ListParagraph"/>
        <w:spacing w:line="240" w:lineRule="auto"/>
        <w:ind w:left="2136" w:firstLine="696"/>
        <w:jc w:val="both"/>
        <w:rPr>
          <w:rFonts w:ascii="Times New Roman" w:hAnsi="Times New Roman"/>
          <w:b/>
          <w:sz w:val="28"/>
        </w:rPr>
      </w:pPr>
    </w:p>
    <w:p w:rsidR="0017204A" w:rsidRPr="00153E81" w:rsidRDefault="0017204A" w:rsidP="002A2D1B">
      <w:pPr>
        <w:pStyle w:val="ListParagraph"/>
        <w:spacing w:line="240" w:lineRule="auto"/>
        <w:ind w:left="0"/>
        <w:jc w:val="both"/>
        <w:rPr>
          <w:rFonts w:ascii="Times New Roman" w:hAnsi="Times New Roman"/>
          <w:b/>
          <w:sz w:val="28"/>
        </w:rPr>
      </w:pPr>
      <w:r w:rsidRPr="00153E81">
        <w:rPr>
          <w:rFonts w:ascii="Times New Roman" w:hAnsi="Times New Roman"/>
          <w:b/>
          <w:sz w:val="28"/>
        </w:rPr>
        <w:t>Организационный момент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153E81">
        <w:rPr>
          <w:rFonts w:ascii="Times New Roman" w:hAnsi="Times New Roman"/>
          <w:b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Собрались все дети в круг.</w:t>
      </w:r>
    </w:p>
    <w:p w:rsidR="0017204A" w:rsidRDefault="0017204A" w:rsidP="00A36BC6">
      <w:pPr>
        <w:spacing w:line="240" w:lineRule="auto"/>
        <w:ind w:left="141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Ты мой друг и я – твой друг.</w:t>
      </w:r>
    </w:p>
    <w:p w:rsidR="0017204A" w:rsidRDefault="0017204A" w:rsidP="00A36BC6">
      <w:pPr>
        <w:spacing w:line="240" w:lineRule="auto"/>
        <w:ind w:left="141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Дружно за руки возьмемся</w:t>
      </w:r>
    </w:p>
    <w:p w:rsidR="0017204A" w:rsidRDefault="0017204A" w:rsidP="00A36BC6">
      <w:pPr>
        <w:spacing w:line="240" w:lineRule="auto"/>
        <w:ind w:left="141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И друг другу улыбнемся! 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153E81">
        <w:rPr>
          <w:rFonts w:ascii="Times New Roman" w:hAnsi="Times New Roman"/>
          <w:b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Ребята, какое у вас настроение?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153E81">
        <w:rPr>
          <w:rFonts w:ascii="Times New Roman" w:hAnsi="Times New Roman"/>
          <w:b/>
          <w:sz w:val="28"/>
        </w:rPr>
        <w:t xml:space="preserve">Дети: </w:t>
      </w:r>
      <w:r>
        <w:rPr>
          <w:rFonts w:ascii="Times New Roman" w:hAnsi="Times New Roman"/>
          <w:sz w:val="28"/>
        </w:rPr>
        <w:t>Хорошее.</w:t>
      </w:r>
    </w:p>
    <w:p w:rsidR="0017204A" w:rsidRPr="00F06C19" w:rsidRDefault="0017204A" w:rsidP="00A36BC6">
      <w:pPr>
        <w:spacing w:line="240" w:lineRule="auto"/>
        <w:jc w:val="both"/>
        <w:rPr>
          <w:rFonts w:ascii="Times New Roman" w:hAnsi="Times New Roman"/>
          <w:i/>
          <w:iCs/>
          <w:sz w:val="28"/>
        </w:rPr>
      </w:pPr>
      <w:r w:rsidRPr="00153E81">
        <w:rPr>
          <w:rFonts w:ascii="Times New Roman" w:hAnsi="Times New Roman"/>
          <w:b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Покажите еще раз </w:t>
      </w:r>
      <w:r w:rsidRPr="00F06C19">
        <w:rPr>
          <w:rFonts w:ascii="Times New Roman" w:hAnsi="Times New Roman"/>
          <w:i/>
          <w:iCs/>
          <w:sz w:val="28"/>
        </w:rPr>
        <w:t>(дети улыбаются)</w:t>
      </w:r>
    </w:p>
    <w:p w:rsidR="0017204A" w:rsidRPr="00F06C19" w:rsidRDefault="0017204A" w:rsidP="00A36BC6">
      <w:pPr>
        <w:spacing w:line="240" w:lineRule="auto"/>
        <w:jc w:val="both"/>
        <w:rPr>
          <w:rFonts w:ascii="Times New Roman" w:hAnsi="Times New Roman"/>
          <w:i/>
          <w:iCs/>
          <w:sz w:val="28"/>
        </w:rPr>
      </w:pPr>
      <w:r>
        <w:rPr>
          <w:rFonts w:ascii="Times New Roman" w:hAnsi="Times New Roman"/>
          <w:sz w:val="28"/>
        </w:rPr>
        <w:t xml:space="preserve">- А можем мы кому-нибудь свое хорошее настроение подарить? </w:t>
      </w:r>
      <w:r w:rsidRPr="00F06C19">
        <w:rPr>
          <w:rFonts w:ascii="Times New Roman" w:hAnsi="Times New Roman"/>
          <w:i/>
          <w:iCs/>
          <w:sz w:val="28"/>
        </w:rPr>
        <w:t>(Да)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Давайте подарим хорошее настроение гостям, повернитесь и улыбнитесь гостям.</w:t>
      </w:r>
    </w:p>
    <w:p w:rsidR="0017204A" w:rsidRPr="00800C20" w:rsidRDefault="0017204A" w:rsidP="00A36BC6">
      <w:pPr>
        <w:spacing w:line="240" w:lineRule="auto"/>
        <w:jc w:val="both"/>
        <w:rPr>
          <w:rFonts w:ascii="Times New Roman" w:hAnsi="Times New Roman"/>
          <w:b/>
          <w:sz w:val="28"/>
        </w:rPr>
      </w:pPr>
      <w:r w:rsidRPr="00800C20">
        <w:rPr>
          <w:rFonts w:ascii="Times New Roman" w:hAnsi="Times New Roman"/>
          <w:b/>
          <w:sz w:val="28"/>
        </w:rPr>
        <w:t>1. Вводная часть</w:t>
      </w:r>
    </w:p>
    <w:p w:rsidR="0017204A" w:rsidRPr="00F06C19" w:rsidRDefault="0017204A" w:rsidP="00A36BC6">
      <w:pPr>
        <w:spacing w:line="240" w:lineRule="auto"/>
        <w:jc w:val="both"/>
        <w:rPr>
          <w:rFonts w:ascii="Times New Roman" w:hAnsi="Times New Roman"/>
          <w:b/>
          <w:bCs/>
          <w:sz w:val="28"/>
        </w:rPr>
      </w:pPr>
      <w:r w:rsidRPr="00F06C19">
        <w:rPr>
          <w:rFonts w:ascii="Times New Roman" w:hAnsi="Times New Roman"/>
          <w:b/>
          <w:bCs/>
          <w:sz w:val="28"/>
        </w:rPr>
        <w:t>(Раздается стук в дверь)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153E81">
        <w:rPr>
          <w:rFonts w:ascii="Times New Roman" w:hAnsi="Times New Roman"/>
          <w:b/>
          <w:sz w:val="28"/>
        </w:rPr>
        <w:t xml:space="preserve"> Воспитатель:</w:t>
      </w:r>
      <w:r>
        <w:rPr>
          <w:rFonts w:ascii="Times New Roman" w:hAnsi="Times New Roman"/>
          <w:sz w:val="28"/>
        </w:rPr>
        <w:t xml:space="preserve"> Ребята, кто-то стучится к нам в дверь. Пойду, посмотрю.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Смотрите, кто к нам пришел?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F05A76">
        <w:rPr>
          <w:rFonts w:ascii="Times New Roman" w:hAnsi="Times New Roman"/>
          <w:b/>
          <w:sz w:val="28"/>
        </w:rPr>
        <w:t>Дети</w:t>
      </w:r>
      <w:r>
        <w:rPr>
          <w:rFonts w:ascii="Times New Roman" w:hAnsi="Times New Roman"/>
          <w:sz w:val="28"/>
        </w:rPr>
        <w:t>: Маша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F05A76">
        <w:rPr>
          <w:rFonts w:ascii="Times New Roman" w:hAnsi="Times New Roman"/>
          <w:b/>
          <w:sz w:val="28"/>
        </w:rPr>
        <w:t>Воспитател</w:t>
      </w:r>
      <w:r>
        <w:rPr>
          <w:rFonts w:ascii="Times New Roman" w:hAnsi="Times New Roman"/>
          <w:sz w:val="28"/>
        </w:rPr>
        <w:t>ь: Поздоровайтесь с Машей. (Здравствуй, Маша). Пришла Маша и принесла какое-то странное дерево в горшочке. (Маша рассказывает воспитателю на ушко что у нее случилась беда, и она пришла к ребятам за помощью. У её друга Медведя скоро будет день рождения. Она решила ему сделать подарок и посадила конфетное дерево. Маша надеялась, что ко дню рождения дерево вырастет, а на нем вырастут конфеты. Конфет будет так много, что ими можно будет угостить всех гостей, которые придут на день рождения Мишки. Но вместо конфет на дереве выросли фантики, наверное, из-за того, что Маша шалила и плохо себя вела: разбросала у своего друга все кубики, разорвала воздушные шарики. Маша просит ребят помочь ей).</w:t>
      </w:r>
    </w:p>
    <w:p w:rsidR="0017204A" w:rsidRPr="00F06C19" w:rsidRDefault="0017204A" w:rsidP="00F06C19">
      <w:pPr>
        <w:spacing w:line="240" w:lineRule="auto"/>
        <w:jc w:val="both"/>
        <w:rPr>
          <w:rFonts w:ascii="Times New Roman" w:hAnsi="Times New Roman"/>
          <w:i/>
          <w:iCs/>
          <w:sz w:val="28"/>
        </w:rPr>
      </w:pPr>
      <w:r>
        <w:rPr>
          <w:rFonts w:ascii="Times New Roman" w:hAnsi="Times New Roman"/>
          <w:sz w:val="28"/>
        </w:rPr>
        <w:t xml:space="preserve">- Дети, а как мы сможем Маше помочь? </w:t>
      </w:r>
      <w:r w:rsidRPr="00F06C19">
        <w:rPr>
          <w:rFonts w:ascii="Times New Roman" w:hAnsi="Times New Roman"/>
          <w:i/>
          <w:iCs/>
          <w:sz w:val="28"/>
        </w:rPr>
        <w:t>(ответы детей).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Правильно, мы поможем Маше навести порядок в доме у Мишки, соберем кубики и починим разорванные шарики).</w:t>
      </w:r>
    </w:p>
    <w:p w:rsidR="0017204A" w:rsidRPr="00800C20" w:rsidRDefault="0017204A" w:rsidP="00A36BC6">
      <w:pPr>
        <w:spacing w:line="240" w:lineRule="auto"/>
        <w:jc w:val="both"/>
        <w:rPr>
          <w:rFonts w:ascii="Times New Roman" w:hAnsi="Times New Roman"/>
          <w:b/>
          <w:sz w:val="28"/>
        </w:rPr>
      </w:pPr>
      <w:r w:rsidRPr="00800C20">
        <w:rPr>
          <w:rFonts w:ascii="Times New Roman" w:hAnsi="Times New Roman"/>
          <w:b/>
          <w:sz w:val="28"/>
        </w:rPr>
        <w:t>2. Основная часть.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Тогда мы с вами отправляемся в путь, к дому Мишки. А поедем мы с вами на поезде. Я буду паровозом, а вы вагончиками, цепляйтесь за меня. Воспитатель надевает на голову цилиндр – трубу, дети цепляются друг за друга, первый ребенок за воспитателя.</w:t>
      </w:r>
    </w:p>
    <w:p w:rsidR="0017204A" w:rsidRPr="00F06C19" w:rsidRDefault="0017204A" w:rsidP="00F06C19">
      <w:pPr>
        <w:spacing w:line="240" w:lineRule="auto"/>
        <w:jc w:val="both"/>
        <w:rPr>
          <w:rFonts w:ascii="Times New Roman" w:hAnsi="Times New Roman"/>
          <w:i/>
          <w:iCs/>
          <w:sz w:val="28"/>
        </w:rPr>
      </w:pPr>
      <w:r>
        <w:rPr>
          <w:rFonts w:ascii="Times New Roman" w:hAnsi="Times New Roman"/>
          <w:sz w:val="28"/>
        </w:rPr>
        <w:t>- Готовы</w:t>
      </w:r>
      <w:r w:rsidRPr="00F06C19">
        <w:rPr>
          <w:rFonts w:ascii="Times New Roman" w:hAnsi="Times New Roman"/>
          <w:i/>
          <w:iCs/>
          <w:sz w:val="28"/>
        </w:rPr>
        <w:t>? (Да)</w:t>
      </w:r>
      <w:r>
        <w:rPr>
          <w:rFonts w:ascii="Times New Roman" w:hAnsi="Times New Roman"/>
          <w:sz w:val="28"/>
        </w:rPr>
        <w:t xml:space="preserve"> Поехали!  </w:t>
      </w:r>
    </w:p>
    <w:p w:rsidR="0017204A" w:rsidRPr="000E1664" w:rsidRDefault="0017204A" w:rsidP="000E1664">
      <w:pPr>
        <w:spacing w:line="240" w:lineRule="auto"/>
        <w:jc w:val="both"/>
        <w:rPr>
          <w:rFonts w:ascii="Times New Roman" w:hAnsi="Times New Roman"/>
          <w:sz w:val="28"/>
        </w:rPr>
      </w:pPr>
      <w:r w:rsidRPr="00404519">
        <w:rPr>
          <w:rFonts w:ascii="Times New Roman" w:hAnsi="Times New Roman"/>
          <w:sz w:val="28"/>
          <w:u w:val="single"/>
        </w:rPr>
        <w:t>1 слайд.</w:t>
      </w:r>
      <w:r>
        <w:rPr>
          <w:rFonts w:ascii="Times New Roman" w:hAnsi="Times New Roman"/>
          <w:sz w:val="28"/>
        </w:rPr>
        <w:t xml:space="preserve">  Изображение поезда. Звучит гудок!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</w:t>
      </w:r>
      <w:r w:rsidRPr="00F06C19">
        <w:rPr>
          <w:rFonts w:ascii="Times New Roman" w:hAnsi="Times New Roman"/>
          <w:i/>
          <w:iCs/>
          <w:sz w:val="28"/>
        </w:rPr>
        <w:t>(Дети двигаются за воспитателем, имитируя движение поезда).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404519">
        <w:rPr>
          <w:rFonts w:ascii="Times New Roman" w:hAnsi="Times New Roman"/>
          <w:sz w:val="28"/>
          <w:u w:val="single"/>
        </w:rPr>
        <w:t>2 слайд</w:t>
      </w:r>
      <w:r>
        <w:rPr>
          <w:rFonts w:ascii="Times New Roman" w:hAnsi="Times New Roman"/>
          <w:sz w:val="28"/>
        </w:rPr>
        <w:t>. Изображен лес. На первом плане две елки. Одна высокая, другая низкая. На высокой елке сидит белка, она грустная.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404519">
        <w:rPr>
          <w:rFonts w:ascii="Times New Roman" w:hAnsi="Times New Roman"/>
          <w:b/>
          <w:sz w:val="28"/>
        </w:rPr>
        <w:t>Воспитатель</w:t>
      </w:r>
      <w:r>
        <w:rPr>
          <w:rFonts w:ascii="Times New Roman" w:hAnsi="Times New Roman"/>
          <w:sz w:val="28"/>
        </w:rPr>
        <w:t>: Ребята, смотрите, куда это мы приехали? Наверное, мы заблудились. Что вы видите?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404519">
        <w:rPr>
          <w:rFonts w:ascii="Times New Roman" w:hAnsi="Times New Roman"/>
          <w:b/>
          <w:sz w:val="28"/>
        </w:rPr>
        <w:t>Дети:</w:t>
      </w:r>
      <w:r>
        <w:rPr>
          <w:rFonts w:ascii="Times New Roman" w:hAnsi="Times New Roman"/>
          <w:sz w:val="28"/>
        </w:rPr>
        <w:t xml:space="preserve"> Белку, елки.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404519">
        <w:rPr>
          <w:rFonts w:ascii="Times New Roman" w:hAnsi="Times New Roman"/>
          <w:b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Давайте поздороваемся с белочкой. (Здравствуй, белка). Какие елки вы видите? Это какая елка?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404519">
        <w:rPr>
          <w:rFonts w:ascii="Times New Roman" w:hAnsi="Times New Roman"/>
          <w:b/>
          <w:sz w:val="28"/>
        </w:rPr>
        <w:t>Дети:</w:t>
      </w:r>
      <w:r>
        <w:rPr>
          <w:rFonts w:ascii="Times New Roman" w:hAnsi="Times New Roman"/>
          <w:sz w:val="28"/>
        </w:rPr>
        <w:t xml:space="preserve"> Большая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404519">
        <w:rPr>
          <w:rFonts w:ascii="Times New Roman" w:hAnsi="Times New Roman"/>
          <w:b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А как еще ее можно назвать?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404519">
        <w:rPr>
          <w:rFonts w:ascii="Times New Roman" w:hAnsi="Times New Roman"/>
          <w:b/>
          <w:sz w:val="28"/>
        </w:rPr>
        <w:t>Дети:</w:t>
      </w:r>
      <w:r w:rsidRPr="0040451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Высокая</w:t>
      </w:r>
    </w:p>
    <w:p w:rsidR="0017204A" w:rsidRPr="000E1664" w:rsidRDefault="0017204A" w:rsidP="00A36BC6">
      <w:pPr>
        <w:spacing w:line="240" w:lineRule="auto"/>
        <w:jc w:val="both"/>
        <w:rPr>
          <w:rFonts w:ascii="Times New Roman" w:hAnsi="Times New Roman"/>
          <w:i/>
          <w:iCs/>
          <w:sz w:val="28"/>
        </w:rPr>
      </w:pPr>
      <w:r w:rsidRPr="00404519">
        <w:rPr>
          <w:rFonts w:ascii="Times New Roman" w:hAnsi="Times New Roman"/>
          <w:b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Правильно. Давайте покажем, какая она высокая. Поднимите ручки вверх, покажите. Молодцы. </w:t>
      </w:r>
      <w:r w:rsidRPr="000E1664">
        <w:rPr>
          <w:rFonts w:ascii="Times New Roman" w:hAnsi="Times New Roman"/>
          <w:i/>
          <w:iCs/>
          <w:sz w:val="28"/>
        </w:rPr>
        <w:t>(Дети поднимают руки вверх)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что можно сказать про вторую елочку. Какая она?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404519">
        <w:rPr>
          <w:rFonts w:ascii="Times New Roman" w:hAnsi="Times New Roman"/>
          <w:b/>
          <w:sz w:val="28"/>
        </w:rPr>
        <w:t>Дети:</w:t>
      </w:r>
      <w:r>
        <w:rPr>
          <w:rFonts w:ascii="Times New Roman" w:hAnsi="Times New Roman"/>
          <w:sz w:val="28"/>
        </w:rPr>
        <w:t xml:space="preserve"> Маленькая. Низкая.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i/>
          <w:iCs/>
          <w:sz w:val="28"/>
        </w:rPr>
      </w:pPr>
      <w:r w:rsidRPr="00404519">
        <w:rPr>
          <w:rFonts w:ascii="Times New Roman" w:hAnsi="Times New Roman"/>
          <w:b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Молодцы. Давайте покажем. </w:t>
      </w:r>
      <w:r w:rsidRPr="000E1664">
        <w:rPr>
          <w:rFonts w:ascii="Times New Roman" w:hAnsi="Times New Roman"/>
          <w:i/>
          <w:iCs/>
          <w:sz w:val="28"/>
        </w:rPr>
        <w:t>(Вместе с воспитателем присели на корточки, руки над головой).</w:t>
      </w:r>
    </w:p>
    <w:p w:rsidR="0017204A" w:rsidRPr="00DE495E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DE495E">
        <w:rPr>
          <w:rFonts w:ascii="Times New Roman" w:hAnsi="Times New Roman"/>
          <w:b/>
          <w:bCs/>
          <w:sz w:val="28"/>
        </w:rPr>
        <w:t xml:space="preserve">Воспитатель: </w:t>
      </w:r>
      <w:r w:rsidRPr="00DE495E">
        <w:rPr>
          <w:rFonts w:ascii="Times New Roman" w:hAnsi="Times New Roman"/>
          <w:sz w:val="28"/>
        </w:rPr>
        <w:t xml:space="preserve">Дети, </w:t>
      </w:r>
      <w:r>
        <w:rPr>
          <w:rFonts w:ascii="Times New Roman" w:hAnsi="Times New Roman"/>
          <w:sz w:val="28"/>
        </w:rPr>
        <w:t>а</w:t>
      </w:r>
      <w:r w:rsidRPr="00DE495E">
        <w:rPr>
          <w:rFonts w:ascii="Times New Roman" w:hAnsi="Times New Roman"/>
          <w:sz w:val="28"/>
        </w:rPr>
        <w:t xml:space="preserve"> какая из этих двух елочек выше, а какая ниже?</w:t>
      </w:r>
      <w:r>
        <w:rPr>
          <w:rFonts w:ascii="Times New Roman" w:hAnsi="Times New Roman"/>
          <w:sz w:val="28"/>
        </w:rPr>
        <w:t xml:space="preserve"> (Ответы детей).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A1589C">
        <w:rPr>
          <w:rFonts w:ascii="Times New Roman" w:hAnsi="Times New Roman"/>
          <w:b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Дети, давайте спросим у белочки, почему она такая грустная?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Ребята, белка сказала, что она нечаянно рассыпала шишки, они все перепутались и белочка не может теперь их разложить по корзинкам, она не знает как. 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A1589C">
        <w:rPr>
          <w:rFonts w:ascii="Times New Roman" w:hAnsi="Times New Roman"/>
          <w:sz w:val="28"/>
          <w:u w:val="single"/>
        </w:rPr>
        <w:t>3 слайд.</w:t>
      </w:r>
      <w:r>
        <w:rPr>
          <w:rFonts w:ascii="Times New Roman" w:hAnsi="Times New Roman"/>
          <w:sz w:val="28"/>
        </w:rPr>
        <w:t xml:space="preserve"> Белка сидит возле двух корзин, (одна большая, другая маленькая) шишки маленькие и большие валяются рядом с корзинами.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FC03A5">
        <w:rPr>
          <w:rFonts w:ascii="Times New Roman" w:hAnsi="Times New Roman"/>
          <w:b/>
          <w:sz w:val="28"/>
        </w:rPr>
        <w:t xml:space="preserve">Воспитатель: </w:t>
      </w:r>
      <w:r>
        <w:rPr>
          <w:rFonts w:ascii="Times New Roman" w:hAnsi="Times New Roman"/>
          <w:sz w:val="28"/>
        </w:rPr>
        <w:t xml:space="preserve">Поможем белочке? (Да) 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Большие шишки надо положить в большую корзинку, а маленькие шишки в маленькую корзинку. Смотрите, я взяла большую шишку и кладу её в большую корзину, а маленькую шишку, куда мне положить? (В маленькую). Правильно. 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Возьмите все по одной шишке. Какая у тебя шишка, Катя? (Большая) </w:t>
      </w:r>
    </w:p>
    <w:p w:rsidR="0017204A" w:rsidRPr="000E1664" w:rsidRDefault="0017204A" w:rsidP="00A36BC6">
      <w:pPr>
        <w:spacing w:line="240" w:lineRule="auto"/>
        <w:jc w:val="both"/>
        <w:rPr>
          <w:rFonts w:ascii="Times New Roman" w:hAnsi="Times New Roman"/>
          <w:i/>
          <w:iCs/>
          <w:sz w:val="28"/>
        </w:rPr>
      </w:pPr>
      <w:r>
        <w:rPr>
          <w:rFonts w:ascii="Times New Roman" w:hAnsi="Times New Roman"/>
          <w:sz w:val="28"/>
        </w:rPr>
        <w:t>- В какую корзинку ты положишь? (В большую</w:t>
      </w:r>
      <w:r w:rsidRPr="000E1664">
        <w:rPr>
          <w:rFonts w:ascii="Times New Roman" w:hAnsi="Times New Roman"/>
          <w:i/>
          <w:iCs/>
          <w:sz w:val="28"/>
        </w:rPr>
        <w:t>). (Дети раскладывают шишки).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FC03A5">
        <w:rPr>
          <w:rFonts w:ascii="Times New Roman" w:hAnsi="Times New Roman"/>
          <w:sz w:val="28"/>
          <w:u w:val="single"/>
        </w:rPr>
        <w:t>4 слайд.</w:t>
      </w:r>
      <w:r>
        <w:rPr>
          <w:rFonts w:ascii="Times New Roman" w:hAnsi="Times New Roman"/>
          <w:sz w:val="28"/>
        </w:rPr>
        <w:t xml:space="preserve"> Две корзины наполненные шишками, белочка сидит рядом, радуется.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FC03A5">
        <w:rPr>
          <w:rFonts w:ascii="Times New Roman" w:hAnsi="Times New Roman"/>
          <w:b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Посмотрите, дети, как обрадовалась белочка. Она вам говорит спасибо и хочет с вами поиграть. Давайте с ней поиграем.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FC03A5">
        <w:rPr>
          <w:rFonts w:ascii="Times New Roman" w:hAnsi="Times New Roman"/>
          <w:sz w:val="28"/>
          <w:u w:val="single"/>
        </w:rPr>
        <w:t>5 слайд.</w:t>
      </w:r>
      <w:r>
        <w:rPr>
          <w:rFonts w:ascii="Times New Roman" w:hAnsi="Times New Roman"/>
          <w:sz w:val="28"/>
        </w:rPr>
        <w:t xml:space="preserve"> Музыкальная физкультминутка с белкой. </w:t>
      </w:r>
    </w:p>
    <w:p w:rsidR="0017204A" w:rsidRPr="000E1664" w:rsidRDefault="0017204A" w:rsidP="00A36BC6">
      <w:pPr>
        <w:spacing w:line="240" w:lineRule="auto"/>
        <w:jc w:val="both"/>
        <w:rPr>
          <w:rFonts w:ascii="Times New Roman" w:hAnsi="Times New Roman"/>
          <w:i/>
          <w:iCs/>
          <w:sz w:val="28"/>
        </w:rPr>
      </w:pPr>
      <w:r w:rsidRPr="000E1664">
        <w:rPr>
          <w:rFonts w:ascii="Times New Roman" w:hAnsi="Times New Roman"/>
          <w:i/>
          <w:iCs/>
          <w:sz w:val="28"/>
        </w:rPr>
        <w:t>(Воспитатель и дети выполняют движения под музыку с белкой).</w:t>
      </w:r>
    </w:p>
    <w:p w:rsidR="0017204A" w:rsidRPr="000E1664" w:rsidRDefault="0017204A" w:rsidP="00A36BC6">
      <w:pPr>
        <w:spacing w:line="240" w:lineRule="auto"/>
        <w:jc w:val="both"/>
        <w:rPr>
          <w:rFonts w:ascii="Times New Roman" w:hAnsi="Times New Roman"/>
          <w:i/>
          <w:iCs/>
          <w:sz w:val="28"/>
        </w:rPr>
      </w:pPr>
      <w:r w:rsidRPr="007F2BB4">
        <w:rPr>
          <w:rFonts w:ascii="Times New Roman" w:hAnsi="Times New Roman"/>
          <w:b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 Ребята, нам пора идти. (</w:t>
      </w:r>
      <w:r w:rsidRPr="000E1664">
        <w:rPr>
          <w:rFonts w:ascii="Times New Roman" w:hAnsi="Times New Roman"/>
          <w:i/>
          <w:iCs/>
          <w:sz w:val="28"/>
        </w:rPr>
        <w:t>Дети идут с воспитателем).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896DF0">
        <w:rPr>
          <w:rFonts w:ascii="Times New Roman" w:hAnsi="Times New Roman"/>
          <w:sz w:val="28"/>
          <w:u w:val="single"/>
        </w:rPr>
        <w:t>6 слайд</w:t>
      </w:r>
      <w:r>
        <w:rPr>
          <w:rFonts w:ascii="Times New Roman" w:hAnsi="Times New Roman"/>
          <w:sz w:val="28"/>
        </w:rPr>
        <w:t xml:space="preserve">.  Дом Мишки.  Во дворе беспорядок, кубики разных цветов (красные, желтые, зеленые, синие) валяются на земле. 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896DF0">
        <w:rPr>
          <w:rFonts w:ascii="Times New Roman" w:hAnsi="Times New Roman"/>
          <w:b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 Ребята, смотрите, мы уже пришли.  Какой тут беспорядок, вот Маша – проказница что натворила. Давайте, скорее, поможем Маше навести порядок, соберем кубики, разложим их по корзинкам. Возьмите каждый себе по кубику. Скажи, Настя, какого цвета ты кубик взяла? (Красный)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какую цветом корзинку ты его положишь? (В красную) Правильно. Зеленый кубик, в какую цветом корзинку положим? (В зеленую) А синий кубик? (В синюю) Желтый кубик? (В желтую). Правильно.</w:t>
      </w:r>
    </w:p>
    <w:p w:rsidR="0017204A" w:rsidRPr="000E1664" w:rsidRDefault="0017204A" w:rsidP="00A36BC6">
      <w:pPr>
        <w:spacing w:line="240" w:lineRule="auto"/>
        <w:jc w:val="both"/>
        <w:rPr>
          <w:rFonts w:ascii="Times New Roman" w:hAnsi="Times New Roman"/>
          <w:i/>
          <w:iCs/>
          <w:sz w:val="28"/>
        </w:rPr>
      </w:pPr>
      <w:r w:rsidRPr="000E1664">
        <w:rPr>
          <w:rFonts w:ascii="Times New Roman" w:hAnsi="Times New Roman"/>
          <w:i/>
          <w:iCs/>
          <w:sz w:val="28"/>
        </w:rPr>
        <w:t>(Дети на ковре раскладывают кубики по корзинкам).</w:t>
      </w:r>
    </w:p>
    <w:p w:rsidR="0017204A" w:rsidRPr="000E1664" w:rsidRDefault="0017204A" w:rsidP="00A36BC6">
      <w:pPr>
        <w:spacing w:line="240" w:lineRule="auto"/>
        <w:jc w:val="both"/>
        <w:rPr>
          <w:rFonts w:ascii="Times New Roman" w:hAnsi="Times New Roman"/>
          <w:i/>
          <w:iCs/>
          <w:sz w:val="28"/>
        </w:rPr>
      </w:pPr>
      <w:r w:rsidRPr="00614C6A">
        <w:rPr>
          <w:rFonts w:ascii="Times New Roman" w:hAnsi="Times New Roman"/>
          <w:b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Дети, какие вы молодцы, какой порядок помогли Маше навести у  Мишки. </w:t>
      </w:r>
      <w:r w:rsidRPr="000E1664">
        <w:rPr>
          <w:rFonts w:ascii="Times New Roman" w:hAnsi="Times New Roman"/>
          <w:i/>
          <w:iCs/>
          <w:sz w:val="28"/>
        </w:rPr>
        <w:t>(Дети смотрят на экран)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614C6A">
        <w:rPr>
          <w:rFonts w:ascii="Times New Roman" w:hAnsi="Times New Roman"/>
          <w:sz w:val="28"/>
          <w:u w:val="single"/>
        </w:rPr>
        <w:t>7 слайд</w:t>
      </w:r>
      <w:r>
        <w:rPr>
          <w:rFonts w:ascii="Times New Roman" w:hAnsi="Times New Roman"/>
          <w:sz w:val="28"/>
        </w:rPr>
        <w:t>. Дом медведя. Во дворе порядок, все убрано.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614C6A">
        <w:rPr>
          <w:rFonts w:ascii="Times New Roman" w:hAnsi="Times New Roman"/>
          <w:b/>
          <w:sz w:val="28"/>
        </w:rPr>
        <w:t>Воспитатель</w:t>
      </w:r>
      <w:r>
        <w:rPr>
          <w:rFonts w:ascii="Times New Roman" w:hAnsi="Times New Roman"/>
          <w:sz w:val="28"/>
        </w:rPr>
        <w:t>: Ребята, мне Маша шепчет, что мы забыли про шарики, их надо срочно починить, пока Мишка не вернулся домой. Ну, что, поможем? (Да).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Посмотрите, какие дырки в шариках. Они напоминают геометрические фигуры. Какие? </w:t>
      </w:r>
      <w:r w:rsidRPr="000E1664">
        <w:rPr>
          <w:rFonts w:ascii="Times New Roman" w:hAnsi="Times New Roman"/>
          <w:i/>
          <w:iCs/>
          <w:sz w:val="28"/>
        </w:rPr>
        <w:t>(Круг, квадрат, треугольник).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423A95">
        <w:rPr>
          <w:rFonts w:ascii="Times New Roman" w:hAnsi="Times New Roman"/>
          <w:b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Как же нам их починить, ребятки? </w:t>
      </w:r>
      <w:r w:rsidRPr="000E1664">
        <w:rPr>
          <w:rFonts w:ascii="Times New Roman" w:hAnsi="Times New Roman"/>
          <w:i/>
          <w:iCs/>
          <w:sz w:val="28"/>
        </w:rPr>
        <w:t>(ответы детей)</w:t>
      </w:r>
      <w:r>
        <w:rPr>
          <w:rFonts w:ascii="Times New Roman" w:hAnsi="Times New Roman"/>
          <w:sz w:val="28"/>
        </w:rPr>
        <w:t>. Давайте наложим заплатки на дырки. Заплатки должны быть такого же цвета как шарик, и такой же формы, как дырки в шарике.</w:t>
      </w:r>
    </w:p>
    <w:p w:rsidR="0017204A" w:rsidRPr="000E1664" w:rsidRDefault="0017204A" w:rsidP="00A36BC6">
      <w:pPr>
        <w:spacing w:line="240" w:lineRule="auto"/>
        <w:jc w:val="both"/>
        <w:rPr>
          <w:rFonts w:ascii="Times New Roman" w:hAnsi="Times New Roman"/>
          <w:i/>
          <w:iCs/>
          <w:sz w:val="28"/>
        </w:rPr>
      </w:pPr>
      <w:r w:rsidRPr="000E1664">
        <w:rPr>
          <w:rFonts w:ascii="Times New Roman" w:hAnsi="Times New Roman"/>
          <w:i/>
          <w:iCs/>
          <w:sz w:val="28"/>
        </w:rPr>
        <w:t xml:space="preserve">Дети садятся за столы и самостоятельно накладывают фигуры – заплатки на дырки в шарах. 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423A95">
        <w:rPr>
          <w:rFonts w:ascii="Times New Roman" w:hAnsi="Times New Roman"/>
          <w:b/>
          <w:sz w:val="28"/>
        </w:rPr>
        <w:t>Воспитатель</w:t>
      </w:r>
      <w:r>
        <w:rPr>
          <w:rFonts w:ascii="Times New Roman" w:hAnsi="Times New Roman"/>
          <w:sz w:val="28"/>
        </w:rPr>
        <w:t xml:space="preserve">: Молодцы, ребята. 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 теперь давайте покажем Маше, как надо надувать шарики. </w:t>
      </w:r>
      <w:r w:rsidRPr="000E1664">
        <w:rPr>
          <w:rFonts w:ascii="Times New Roman" w:hAnsi="Times New Roman"/>
          <w:i/>
          <w:iCs/>
          <w:sz w:val="28"/>
        </w:rPr>
        <w:t>(Воспитатель и дети складывают ладошки трубочкой, дуют)</w:t>
      </w:r>
      <w:r>
        <w:rPr>
          <w:rFonts w:ascii="Times New Roman" w:hAnsi="Times New Roman"/>
          <w:sz w:val="28"/>
        </w:rPr>
        <w:t>. Молодцы.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Мы оставим шарики на столах, это подарок Медведю. Мишка придет и увидит шарики, я думаю, что он очень обрадуется.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А нам пора возвращаться в детский сад. Цепляйтесь за меня </w:t>
      </w:r>
      <w:r w:rsidRPr="00C24D6C">
        <w:rPr>
          <w:rFonts w:ascii="Times New Roman" w:hAnsi="Times New Roman"/>
          <w:i/>
          <w:iCs/>
          <w:sz w:val="28"/>
        </w:rPr>
        <w:t>(восп</w:t>
      </w:r>
      <w:r>
        <w:rPr>
          <w:rFonts w:ascii="Times New Roman" w:hAnsi="Times New Roman"/>
          <w:i/>
          <w:iCs/>
          <w:sz w:val="28"/>
        </w:rPr>
        <w:t>итатель надевает цилиндр – шляпу</w:t>
      </w:r>
      <w:r w:rsidRPr="00C24D6C">
        <w:rPr>
          <w:rFonts w:ascii="Times New Roman" w:hAnsi="Times New Roman"/>
          <w:i/>
          <w:iCs/>
          <w:sz w:val="28"/>
        </w:rPr>
        <w:t>).</w:t>
      </w:r>
      <w:r>
        <w:rPr>
          <w:rFonts w:ascii="Times New Roman" w:hAnsi="Times New Roman"/>
          <w:sz w:val="28"/>
        </w:rPr>
        <w:t xml:space="preserve"> Поехали!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423A95">
        <w:rPr>
          <w:rFonts w:ascii="Times New Roman" w:hAnsi="Times New Roman"/>
          <w:sz w:val="28"/>
          <w:u w:val="single"/>
        </w:rPr>
        <w:t>8 слайд</w:t>
      </w:r>
      <w:r>
        <w:rPr>
          <w:rFonts w:ascii="Times New Roman" w:hAnsi="Times New Roman"/>
          <w:sz w:val="28"/>
        </w:rPr>
        <w:t>. Поезд. Звучит гудок.</w:t>
      </w:r>
    </w:p>
    <w:p w:rsidR="0017204A" w:rsidRPr="00C24D6C" w:rsidRDefault="0017204A" w:rsidP="00A36BC6">
      <w:pPr>
        <w:spacing w:line="240" w:lineRule="auto"/>
        <w:jc w:val="both"/>
        <w:rPr>
          <w:rFonts w:ascii="Times New Roman" w:hAnsi="Times New Roman"/>
          <w:i/>
          <w:iCs/>
          <w:sz w:val="28"/>
        </w:rPr>
      </w:pPr>
      <w:r w:rsidRPr="00C24D6C">
        <w:rPr>
          <w:rFonts w:ascii="Times New Roman" w:hAnsi="Times New Roman"/>
          <w:i/>
          <w:iCs/>
          <w:sz w:val="28"/>
        </w:rPr>
        <w:t>(Дети  едут в д/сад).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423A95">
        <w:rPr>
          <w:rFonts w:ascii="Times New Roman" w:hAnsi="Times New Roman"/>
          <w:sz w:val="28"/>
          <w:u w:val="single"/>
        </w:rPr>
        <w:t>9 слайд.</w:t>
      </w:r>
      <w:r>
        <w:rPr>
          <w:rFonts w:ascii="Times New Roman" w:hAnsi="Times New Roman"/>
          <w:sz w:val="28"/>
        </w:rPr>
        <w:t xml:space="preserve"> Фотография детского сада.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Ну, вот, мы и приехали. Куда мы приехали?</w:t>
      </w:r>
    </w:p>
    <w:p w:rsidR="0017204A" w:rsidRPr="00C24D6C" w:rsidRDefault="0017204A" w:rsidP="00A36BC6">
      <w:pPr>
        <w:spacing w:line="240" w:lineRule="auto"/>
        <w:jc w:val="both"/>
        <w:rPr>
          <w:rFonts w:ascii="Times New Roman" w:hAnsi="Times New Roman"/>
          <w:i/>
          <w:iCs/>
          <w:sz w:val="28"/>
        </w:rPr>
      </w:pPr>
      <w:r w:rsidRPr="00423A95">
        <w:rPr>
          <w:rFonts w:ascii="Times New Roman" w:hAnsi="Times New Roman"/>
          <w:b/>
          <w:sz w:val="28"/>
        </w:rPr>
        <w:t xml:space="preserve">Дети </w:t>
      </w:r>
      <w:r w:rsidRPr="00C24D6C">
        <w:rPr>
          <w:rFonts w:ascii="Times New Roman" w:hAnsi="Times New Roman"/>
          <w:i/>
          <w:iCs/>
          <w:sz w:val="28"/>
        </w:rPr>
        <w:t>(В детский сад)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7F2BB4">
        <w:rPr>
          <w:rFonts w:ascii="Times New Roman" w:hAnsi="Times New Roman"/>
          <w:b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Как называется детский сад?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7F2BB4">
        <w:rPr>
          <w:rFonts w:ascii="Times New Roman" w:hAnsi="Times New Roman"/>
          <w:b/>
          <w:sz w:val="28"/>
        </w:rPr>
        <w:t>Дети:</w:t>
      </w:r>
      <w:r>
        <w:rPr>
          <w:rFonts w:ascii="Times New Roman" w:hAnsi="Times New Roman"/>
          <w:sz w:val="28"/>
        </w:rPr>
        <w:t xml:space="preserve"> Буратино.</w:t>
      </w:r>
    </w:p>
    <w:p w:rsidR="0017204A" w:rsidRPr="00E7333D" w:rsidRDefault="0017204A" w:rsidP="00E7333D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sz w:val="28"/>
        </w:rPr>
      </w:pPr>
      <w:r w:rsidRPr="00E7333D">
        <w:rPr>
          <w:rFonts w:ascii="Times New Roman" w:hAnsi="Times New Roman"/>
          <w:b/>
          <w:sz w:val="28"/>
        </w:rPr>
        <w:t>Заключительная часть.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B833D6">
        <w:rPr>
          <w:rFonts w:ascii="Times New Roman" w:hAnsi="Times New Roman"/>
          <w:b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 Дети, чтобы узнать хорошо ли мы подготовились ко дню рождения Мишки надо стать  в круг, закрыть глазки и вспомнить, куда мы с вами ездили? Что делали? Кому еще помогли?</w:t>
      </w:r>
    </w:p>
    <w:p w:rsidR="0017204A" w:rsidRPr="00C24D6C" w:rsidRDefault="0017204A" w:rsidP="00A36BC6">
      <w:pPr>
        <w:spacing w:line="240" w:lineRule="auto"/>
        <w:jc w:val="both"/>
        <w:rPr>
          <w:rFonts w:ascii="Times New Roman" w:hAnsi="Times New Roman"/>
          <w:i/>
          <w:iCs/>
          <w:sz w:val="28"/>
        </w:rPr>
      </w:pPr>
      <w:r w:rsidRPr="00C24D6C">
        <w:rPr>
          <w:rFonts w:ascii="Times New Roman" w:hAnsi="Times New Roman"/>
          <w:i/>
          <w:iCs/>
          <w:sz w:val="28"/>
        </w:rPr>
        <w:t>(Дети закрыли глаза, а воспитатель подменяет «конфетное дерево», на нем теперь растут конфеты).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 w:rsidRPr="00B833D6">
        <w:rPr>
          <w:rFonts w:ascii="Times New Roman" w:hAnsi="Times New Roman"/>
          <w:b/>
          <w:sz w:val="28"/>
        </w:rPr>
        <w:t xml:space="preserve">Воспитатель: </w:t>
      </w:r>
      <w:r>
        <w:rPr>
          <w:rFonts w:ascii="Times New Roman" w:hAnsi="Times New Roman"/>
          <w:sz w:val="28"/>
        </w:rPr>
        <w:t>Скажите, куда мы с вами ездили? Кому помогали? Что делали? Маша вам говорит большое спасибо, за то, что вы ей помогли, она бы без вас не справилась.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Ребята, а что мы пожелаем Маше? </w:t>
      </w:r>
      <w:r w:rsidRPr="00C24D6C">
        <w:rPr>
          <w:rFonts w:ascii="Times New Roman" w:hAnsi="Times New Roman"/>
          <w:i/>
          <w:iCs/>
          <w:sz w:val="28"/>
        </w:rPr>
        <w:t>(Больше не шалить</w:t>
      </w:r>
      <w:bookmarkStart w:id="0" w:name="_GoBack"/>
      <w:bookmarkEnd w:id="0"/>
      <w:r w:rsidRPr="00C24D6C">
        <w:rPr>
          <w:rFonts w:ascii="Times New Roman" w:hAnsi="Times New Roman"/>
          <w:i/>
          <w:iCs/>
          <w:sz w:val="28"/>
        </w:rPr>
        <w:t>, вести себя хорошо)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Посмотрите, дети, что стало с нашим конфетным деревом? На нем выросли конфеты, которых на всех хватит. Значит, мы все сделали правильно. Давайте сами себе похлопаем!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i/>
          <w:iCs/>
          <w:sz w:val="28"/>
        </w:rPr>
      </w:pPr>
      <w:r w:rsidRPr="00C24D6C">
        <w:rPr>
          <w:rFonts w:ascii="Times New Roman" w:hAnsi="Times New Roman"/>
          <w:i/>
          <w:iCs/>
          <w:sz w:val="28"/>
        </w:rPr>
        <w:t>(Угощает детей, гостей)</w:t>
      </w:r>
    </w:p>
    <w:p w:rsidR="0017204A" w:rsidRPr="00C24D6C" w:rsidRDefault="0017204A" w:rsidP="00A36BC6">
      <w:pPr>
        <w:spacing w:line="240" w:lineRule="auto"/>
        <w:jc w:val="both"/>
        <w:rPr>
          <w:rFonts w:ascii="Times New Roman" w:hAnsi="Times New Roman"/>
          <w:b/>
          <w:bCs/>
          <w:sz w:val="28"/>
        </w:rPr>
      </w:pPr>
      <w:r w:rsidRPr="00C24D6C">
        <w:rPr>
          <w:rFonts w:ascii="Times New Roman" w:hAnsi="Times New Roman"/>
          <w:b/>
          <w:bCs/>
          <w:sz w:val="28"/>
        </w:rPr>
        <w:t>Список используемых источников.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От рождения до школы. Примерная общеобразовательная программа дошкольного образования. Под редакцией Н.Е.Вераксы, Т.С.Комаровой, М.А.Васильевой: М: МОЗАИКА – СИНТЕЗ, 2014</w:t>
      </w:r>
    </w:p>
    <w:p w:rsidR="0017204A" w:rsidRPr="00C24D6C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В.В.Гербова. Коммуникация. Развитие речи и общения детей во второй младшей группе детского сада. М: МОЗАИКА – СИНТЕЗ, 2012</w:t>
      </w:r>
    </w:p>
    <w:p w:rsidR="0017204A" w:rsidRPr="00C24D6C" w:rsidRDefault="0017204A" w:rsidP="00A36BC6">
      <w:pPr>
        <w:spacing w:line="240" w:lineRule="auto"/>
        <w:jc w:val="both"/>
        <w:rPr>
          <w:rFonts w:ascii="Times New Roman" w:hAnsi="Times New Roman"/>
          <w:i/>
          <w:iCs/>
          <w:sz w:val="28"/>
        </w:rPr>
      </w:pPr>
    </w:p>
    <w:p w:rsidR="0017204A" w:rsidRDefault="0017204A" w:rsidP="00C24D6C">
      <w:pPr>
        <w:spacing w:line="240" w:lineRule="auto"/>
        <w:jc w:val="both"/>
        <w:rPr>
          <w:rFonts w:ascii="Times New Roman" w:hAnsi="Times New Roman"/>
          <w:sz w:val="28"/>
        </w:rPr>
      </w:pPr>
      <w:r w:rsidRPr="00C24D6C">
        <w:rPr>
          <w:rFonts w:ascii="Times New Roman" w:hAnsi="Times New Roman"/>
          <w:b/>
          <w:bCs/>
          <w:sz w:val="28"/>
          <w:szCs w:val="28"/>
        </w:rPr>
        <w:t>Приложение</w:t>
      </w:r>
      <w:r w:rsidRPr="00C24D6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Музыкальная презентация «Едем к Мишке»</w:t>
      </w:r>
      <w:r>
        <w:rPr>
          <w:rFonts w:ascii="Times New Roman" w:hAnsi="Times New Roman"/>
          <w:sz w:val="28"/>
        </w:rPr>
        <w:t xml:space="preserve"> </w:t>
      </w: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17204A" w:rsidRPr="00153E81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7204A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17204A" w:rsidRPr="00A36BC6" w:rsidRDefault="0017204A" w:rsidP="00A36BC6">
      <w:pPr>
        <w:spacing w:line="240" w:lineRule="auto"/>
        <w:jc w:val="both"/>
        <w:rPr>
          <w:rFonts w:ascii="Times New Roman" w:hAnsi="Times New Roman"/>
          <w:sz w:val="28"/>
        </w:rPr>
      </w:pPr>
    </w:p>
    <w:sectPr w:rsidR="0017204A" w:rsidRPr="00A36BC6" w:rsidSect="002866D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04A" w:rsidRDefault="0017204A" w:rsidP="00CE61D8">
      <w:pPr>
        <w:spacing w:after="0" w:line="240" w:lineRule="auto"/>
      </w:pPr>
      <w:r>
        <w:separator/>
      </w:r>
    </w:p>
  </w:endnote>
  <w:endnote w:type="continuationSeparator" w:id="0">
    <w:p w:rsidR="0017204A" w:rsidRDefault="0017204A" w:rsidP="00CE6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04A" w:rsidRDefault="0017204A">
    <w:pPr>
      <w:pStyle w:val="Footer"/>
      <w:jc w:val="center"/>
    </w:pPr>
    <w:fldSimple w:instr="PAGE   \* MERGEFORMAT">
      <w:r>
        <w:rPr>
          <w:noProof/>
        </w:rPr>
        <w:t>5</w:t>
      </w:r>
    </w:fldSimple>
  </w:p>
  <w:p w:rsidR="0017204A" w:rsidRDefault="001720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04A" w:rsidRDefault="0017204A" w:rsidP="00CE61D8">
      <w:pPr>
        <w:spacing w:after="0" w:line="240" w:lineRule="auto"/>
      </w:pPr>
      <w:r>
        <w:separator/>
      </w:r>
    </w:p>
  </w:footnote>
  <w:footnote w:type="continuationSeparator" w:id="0">
    <w:p w:rsidR="0017204A" w:rsidRDefault="0017204A" w:rsidP="00CE61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594F9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752A4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21893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33424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8C606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3EA06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EF816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362DF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D683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29893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9DD6062"/>
    <w:multiLevelType w:val="hybridMultilevel"/>
    <w:tmpl w:val="A8788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47D296F"/>
    <w:multiLevelType w:val="hybridMultilevel"/>
    <w:tmpl w:val="C8B43126"/>
    <w:lvl w:ilvl="0" w:tplc="2EB40108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2">
    <w:nsid w:val="7E073089"/>
    <w:multiLevelType w:val="hybridMultilevel"/>
    <w:tmpl w:val="C46CFABC"/>
    <w:lvl w:ilvl="0" w:tplc="712AE2A8">
      <w:start w:val="3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BC6"/>
    <w:rsid w:val="0002054A"/>
    <w:rsid w:val="00065407"/>
    <w:rsid w:val="00071335"/>
    <w:rsid w:val="000903CD"/>
    <w:rsid w:val="000E1664"/>
    <w:rsid w:val="00153E81"/>
    <w:rsid w:val="0017204A"/>
    <w:rsid w:val="001955C3"/>
    <w:rsid w:val="002866D0"/>
    <w:rsid w:val="002A2D1B"/>
    <w:rsid w:val="002F6CFC"/>
    <w:rsid w:val="00376995"/>
    <w:rsid w:val="00404519"/>
    <w:rsid w:val="00422368"/>
    <w:rsid w:val="00423A95"/>
    <w:rsid w:val="00431EE0"/>
    <w:rsid w:val="005E6E13"/>
    <w:rsid w:val="00614C6A"/>
    <w:rsid w:val="00694E24"/>
    <w:rsid w:val="006B4E9E"/>
    <w:rsid w:val="007F2BB4"/>
    <w:rsid w:val="00800C20"/>
    <w:rsid w:val="00896DF0"/>
    <w:rsid w:val="00911DA4"/>
    <w:rsid w:val="00964614"/>
    <w:rsid w:val="009C02EC"/>
    <w:rsid w:val="009D6B8E"/>
    <w:rsid w:val="009E4A0F"/>
    <w:rsid w:val="00A1589C"/>
    <w:rsid w:val="00A2314C"/>
    <w:rsid w:val="00A36BC6"/>
    <w:rsid w:val="00AB2DAE"/>
    <w:rsid w:val="00B36128"/>
    <w:rsid w:val="00B52987"/>
    <w:rsid w:val="00B833D6"/>
    <w:rsid w:val="00B956BF"/>
    <w:rsid w:val="00BA5579"/>
    <w:rsid w:val="00C24D6C"/>
    <w:rsid w:val="00CE61D8"/>
    <w:rsid w:val="00DE495E"/>
    <w:rsid w:val="00E043E6"/>
    <w:rsid w:val="00E7333D"/>
    <w:rsid w:val="00E75BFE"/>
    <w:rsid w:val="00EA6A19"/>
    <w:rsid w:val="00EC584B"/>
    <w:rsid w:val="00F05A76"/>
    <w:rsid w:val="00F06C19"/>
    <w:rsid w:val="00F15679"/>
    <w:rsid w:val="00FC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E9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36B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E61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E61D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E61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E61D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E61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61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66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331</TotalTime>
  <Pages>7</Pages>
  <Words>1349</Words>
  <Characters>7694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2020-01-12T21:04:00Z</cp:lastPrinted>
  <dcterms:created xsi:type="dcterms:W3CDTF">2020-01-12T17:15:00Z</dcterms:created>
  <dcterms:modified xsi:type="dcterms:W3CDTF">2020-01-24T12:21:00Z</dcterms:modified>
</cp:coreProperties>
</file>